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5378"/>
        <w:gridCol w:w="1116"/>
        <w:gridCol w:w="1469"/>
        <w:gridCol w:w="1602"/>
      </w:tblGrid>
      <w:tr w:rsidR="0015565B" w:rsidRPr="00DF25B3" w:rsidTr="009E2836">
        <w:trPr>
          <w:trHeight w:val="315"/>
          <w:jc w:val="center"/>
        </w:trPr>
        <w:tc>
          <w:tcPr>
            <w:tcW w:w="6091" w:type="dxa"/>
            <w:gridSpan w:val="2"/>
            <w:shd w:val="clear" w:color="auto" w:fill="auto"/>
            <w:noWrap/>
            <w:vAlign w:val="bottom"/>
          </w:tcPr>
          <w:p w:rsidR="0015565B" w:rsidRPr="00DF25B3" w:rsidRDefault="002129F6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Ε</w:t>
            </w:r>
          </w:p>
        </w:tc>
        <w:tc>
          <w:tcPr>
            <w:tcW w:w="1116" w:type="dxa"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7750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9E2836">
        <w:trPr>
          <w:trHeight w:val="315"/>
          <w:jc w:val="center"/>
        </w:trPr>
        <w:tc>
          <w:tcPr>
            <w:tcW w:w="6091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1E6292" w:rsidP="00977E3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500FD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Ε9-</w:t>
            </w:r>
            <w:r w:rsidR="00500FD4" w:rsidRPr="00500FD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Ο2.Ε84 </w:t>
            </w:r>
            <w:r w:rsidR="001913FD" w:rsidRPr="001913FD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bookmarkStart w:id="0" w:name="_GoBack"/>
            <w:bookmarkEnd w:id="0"/>
            <w:r w:rsidR="00500FD4" w:rsidRPr="00500FD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Web camera Τύπου 01</w:t>
            </w:r>
          </w:p>
        </w:tc>
        <w:tc>
          <w:tcPr>
            <w:tcW w:w="1116" w:type="dxa"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7750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9E2836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5378" w:type="dxa"/>
            <w:shd w:val="clear" w:color="auto" w:fill="auto"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116" w:type="dxa"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500FD4" w:rsidRPr="00DF25B3" w:rsidTr="00520D6A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500FD4" w:rsidRPr="00DF25B3" w:rsidRDefault="00500FD4" w:rsidP="00500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FD4" w:rsidRPr="00A8070F" w:rsidRDefault="00500FD4" w:rsidP="00500FD4">
            <w:r w:rsidRPr="00A8070F">
              <w:t>Να αναφερθεί ο Κατασκευαστής και το Μοντέλο</w:t>
            </w:r>
          </w:p>
        </w:tc>
        <w:tc>
          <w:tcPr>
            <w:tcW w:w="1116" w:type="dxa"/>
          </w:tcPr>
          <w:p w:rsidR="00500FD4" w:rsidRPr="00DF25B3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00FD4" w:rsidRPr="00DF25B3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500FD4" w:rsidRPr="00DF25B3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500FD4" w:rsidRPr="00DF25B3" w:rsidTr="00520D6A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500FD4" w:rsidRPr="00DF25B3" w:rsidRDefault="00500FD4" w:rsidP="00500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FD4" w:rsidRPr="00A8070F" w:rsidRDefault="00500FD4" w:rsidP="00500FD4">
            <w:r w:rsidRPr="00A8070F">
              <w:t xml:space="preserve">Φορητή </w:t>
            </w:r>
            <w:proofErr w:type="spellStart"/>
            <w:r w:rsidRPr="00A8070F">
              <w:rPr>
                <w:lang w:val="en-GB"/>
              </w:rPr>
              <w:t>webcamera</w:t>
            </w:r>
            <w:proofErr w:type="spellEnd"/>
            <w:r w:rsidRPr="00A8070F">
              <w:t>, με δυνατότητα ανάρτησης σε οθόνη ή τρίποδο</w:t>
            </w:r>
          </w:p>
        </w:tc>
        <w:tc>
          <w:tcPr>
            <w:tcW w:w="1116" w:type="dxa"/>
          </w:tcPr>
          <w:p w:rsidR="00500FD4" w:rsidRPr="00DF25B3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00FD4" w:rsidRPr="00DF25B3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500FD4" w:rsidRPr="00DF25B3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500FD4" w:rsidRPr="00DF25B3" w:rsidTr="00520D6A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500FD4" w:rsidRPr="00DF25B3" w:rsidRDefault="00500FD4" w:rsidP="00500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FD4" w:rsidRPr="00A8070F" w:rsidRDefault="00500FD4" w:rsidP="00500FD4">
            <w:r w:rsidRPr="00A8070F">
              <w:t xml:space="preserve">Να υποστηρίζει ανάλυση </w:t>
            </w:r>
            <w:r w:rsidRPr="00A8070F">
              <w:rPr>
                <w:lang w:val="en-GB"/>
              </w:rPr>
              <w:t>video</w:t>
            </w:r>
            <w:r w:rsidRPr="00A8070F">
              <w:t xml:space="preserve"> &gt;= 1080</w:t>
            </w:r>
            <w:r w:rsidRPr="00A8070F">
              <w:rPr>
                <w:lang w:val="en-GB"/>
              </w:rPr>
              <w:t>p</w:t>
            </w:r>
            <w:r w:rsidRPr="00A8070F">
              <w:t>30</w:t>
            </w:r>
          </w:p>
        </w:tc>
        <w:tc>
          <w:tcPr>
            <w:tcW w:w="1116" w:type="dxa"/>
          </w:tcPr>
          <w:p w:rsidR="00500FD4" w:rsidRPr="00DF25B3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00FD4" w:rsidRPr="00DF25B3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500FD4" w:rsidRPr="00DF25B3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500FD4" w:rsidRPr="00A8070F" w:rsidTr="00520D6A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FD4" w:rsidRPr="004F4432" w:rsidRDefault="00500FD4" w:rsidP="00500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FD4" w:rsidRPr="00A8070F" w:rsidRDefault="00500FD4" w:rsidP="00500FD4">
            <w:r w:rsidRPr="00A8070F">
              <w:t xml:space="preserve">Να διαθέτει τεχνολογία </w:t>
            </w:r>
            <w:r w:rsidRPr="00A8070F">
              <w:rPr>
                <w:lang w:val="en-GB"/>
              </w:rPr>
              <w:t>UVC</w:t>
            </w:r>
            <w:r w:rsidRPr="00A8070F">
              <w:t xml:space="preserve"> με κωδικοποίηση </w:t>
            </w:r>
            <w:r w:rsidRPr="00A8070F">
              <w:rPr>
                <w:lang w:val="en-GB"/>
              </w:rPr>
              <w:t>H</w:t>
            </w:r>
            <w:r w:rsidRPr="00A8070F">
              <w:t>.264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D4" w:rsidRPr="004F4432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FD4" w:rsidRPr="004F4432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FD4" w:rsidRPr="004F4432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500FD4" w:rsidRPr="00A8070F" w:rsidTr="00520D6A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FD4" w:rsidRPr="004F4432" w:rsidRDefault="00500FD4" w:rsidP="00500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FD4" w:rsidRPr="00A8070F" w:rsidRDefault="00500FD4" w:rsidP="00500FD4">
            <w:r w:rsidRPr="00A8070F">
              <w:t>Να διαθέτει κάλυμ</w:t>
            </w:r>
            <w:r w:rsidR="00C1128F">
              <w:t>μ</w:t>
            </w:r>
            <w:r w:rsidRPr="00A8070F">
              <w:t xml:space="preserve">α </w:t>
            </w:r>
            <w:proofErr w:type="spellStart"/>
            <w:r w:rsidRPr="00A8070F">
              <w:t>ιδιωτικότητας</w:t>
            </w:r>
            <w:proofErr w:type="spellEnd"/>
            <w:r w:rsidRPr="00A8070F">
              <w:t xml:space="preserve"> στο φακό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D4" w:rsidRPr="004F4432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FD4" w:rsidRPr="004F4432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FD4" w:rsidRPr="004F4432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500FD4" w:rsidRPr="00A8070F" w:rsidTr="00520D6A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FD4" w:rsidRPr="004F4432" w:rsidRDefault="00500FD4" w:rsidP="00500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FD4" w:rsidRPr="00A8070F" w:rsidRDefault="00500FD4" w:rsidP="00500FD4">
            <w:r w:rsidRPr="00A8070F">
              <w:t xml:space="preserve">Να διαθέτει γωνία λήψεως εικόνας &gt;= 75 μοίρες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D4" w:rsidRPr="004F4432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FD4" w:rsidRPr="004F4432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FD4" w:rsidRPr="004F4432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500FD4" w:rsidRPr="00A8070F" w:rsidTr="00520D6A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FD4" w:rsidRPr="004F4432" w:rsidRDefault="00500FD4" w:rsidP="00500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7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FD4" w:rsidRPr="00A8070F" w:rsidRDefault="00500FD4" w:rsidP="00500FD4">
            <w:r w:rsidRPr="00A8070F">
              <w:t xml:space="preserve">Να διαθέτει στερεοφωνικό </w:t>
            </w:r>
            <w:proofErr w:type="spellStart"/>
            <w:r w:rsidRPr="00A8070F">
              <w:t>παντοκατευθυντικό</w:t>
            </w:r>
            <w:proofErr w:type="spellEnd"/>
            <w:r w:rsidRPr="00A8070F">
              <w:t xml:space="preserve"> μικρόφωνο, με λειτουργία καταστολής θορύβου περιβάλλοντος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D4" w:rsidRPr="004F4432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FD4" w:rsidRPr="004F4432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FD4" w:rsidRPr="004F4432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500FD4" w:rsidRPr="00A8070F" w:rsidTr="00520D6A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FD4" w:rsidRPr="004F4432" w:rsidRDefault="00500FD4" w:rsidP="00500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8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FD4" w:rsidRPr="00A8070F" w:rsidRDefault="00500FD4" w:rsidP="00500FD4">
            <w:r w:rsidRPr="00A8070F">
              <w:t>Να διαθέτει λειτουργία αυτόματης εστίασης εικόνας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D4" w:rsidRPr="004F4432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FD4" w:rsidRPr="004F4432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FD4" w:rsidRPr="004F4432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500FD4" w:rsidRPr="00A8070F" w:rsidTr="00520D6A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FD4" w:rsidRPr="004F4432" w:rsidRDefault="00500FD4" w:rsidP="00500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9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FD4" w:rsidRPr="00A8070F" w:rsidRDefault="00500FD4" w:rsidP="00500FD4">
            <w:r w:rsidRPr="00A8070F">
              <w:t>Να διαθέτει λειτουργία αυτόματης διόρθωσης εικόνας σε περιβάλλον χαμηλού φωτισμού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D4" w:rsidRPr="004F4432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FD4" w:rsidRPr="004F4432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FD4" w:rsidRPr="004F4432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500FD4" w:rsidRPr="00A8070F" w:rsidTr="00520D6A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FD4" w:rsidRPr="004F4432" w:rsidRDefault="00500FD4" w:rsidP="00500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10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FD4" w:rsidRPr="00A8070F" w:rsidRDefault="00500FD4" w:rsidP="00500FD4">
            <w:r w:rsidRPr="00A8070F">
              <w:t xml:space="preserve">Να διαθέτει </w:t>
            </w:r>
            <w:proofErr w:type="spellStart"/>
            <w:r w:rsidRPr="00A8070F">
              <w:t>διεπαφή</w:t>
            </w:r>
            <w:proofErr w:type="spellEnd"/>
            <w:r w:rsidRPr="00A8070F">
              <w:t xml:space="preserve"> επικοινωνίας με Η/Υ τύπου </w:t>
            </w:r>
            <w:r w:rsidRPr="00A8070F">
              <w:rPr>
                <w:lang w:val="en-GB"/>
              </w:rPr>
              <w:t>USB</w:t>
            </w:r>
            <w:r w:rsidRPr="00A8070F">
              <w:t xml:space="preserve"> 2.0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D4" w:rsidRPr="004F4432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FD4" w:rsidRPr="004F4432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FD4" w:rsidRPr="004F4432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500FD4" w:rsidRPr="00A8070F" w:rsidTr="00520D6A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FD4" w:rsidRPr="004F4432" w:rsidRDefault="00500FD4" w:rsidP="00500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11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FD4" w:rsidRPr="00A8070F" w:rsidRDefault="00500FD4" w:rsidP="00500FD4">
            <w:r w:rsidRPr="00A8070F">
              <w:t xml:space="preserve">Να είναι συμβατή με τα λειτουργικά συστήματα </w:t>
            </w:r>
            <w:r w:rsidRPr="00A8070F">
              <w:rPr>
                <w:lang w:val="en-GB"/>
              </w:rPr>
              <w:t>Windows</w:t>
            </w:r>
            <w:r w:rsidRPr="00A8070F">
              <w:t xml:space="preserve"> 7+, </w:t>
            </w:r>
            <w:proofErr w:type="spellStart"/>
            <w:r w:rsidRPr="00A8070F">
              <w:rPr>
                <w:lang w:val="en-GB"/>
              </w:rPr>
              <w:t>MacOS</w:t>
            </w:r>
            <w:proofErr w:type="spellEnd"/>
            <w:r w:rsidRPr="00A8070F">
              <w:t xml:space="preserve"> </w:t>
            </w:r>
            <w:r w:rsidRPr="00A8070F">
              <w:rPr>
                <w:lang w:val="en-GB"/>
              </w:rPr>
              <w:t>X</w:t>
            </w:r>
            <w:r w:rsidRPr="00A8070F">
              <w:t xml:space="preserve">10.7+, </w:t>
            </w:r>
            <w:r w:rsidRPr="00A8070F">
              <w:rPr>
                <w:lang w:val="en-GB"/>
              </w:rPr>
              <w:t>SUSE</w:t>
            </w:r>
            <w:r w:rsidRPr="00A8070F">
              <w:t xml:space="preserve"> </w:t>
            </w:r>
            <w:r w:rsidRPr="00A8070F">
              <w:rPr>
                <w:lang w:val="en-GB"/>
              </w:rPr>
              <w:t>Linux</w:t>
            </w:r>
            <w:r w:rsidRPr="00A8070F">
              <w:t xml:space="preserve"> 11+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D4" w:rsidRPr="004F4432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FD4" w:rsidRPr="004F4432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FD4" w:rsidRPr="004F4432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500FD4" w:rsidRPr="00A8070F" w:rsidTr="00520D6A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FD4" w:rsidRPr="004F4432" w:rsidRDefault="00500FD4" w:rsidP="00500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12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FD4" w:rsidRPr="00A8070F" w:rsidRDefault="00500FD4" w:rsidP="00500FD4">
            <w:r w:rsidRPr="00A8070F">
              <w:t xml:space="preserve">Να διαθέτει πιστοποίηση συμβατότητας με λογισμικά τηλεδιάσκεψης όπως </w:t>
            </w:r>
            <w:r w:rsidRPr="00A8070F">
              <w:rPr>
                <w:lang w:val="en-GB"/>
              </w:rPr>
              <w:t>Skype</w:t>
            </w:r>
            <w:r w:rsidRPr="00A8070F">
              <w:t xml:space="preserve">, </w:t>
            </w:r>
            <w:proofErr w:type="spellStart"/>
            <w:r w:rsidRPr="00A8070F">
              <w:rPr>
                <w:lang w:val="en-GB"/>
              </w:rPr>
              <w:t>Webex</w:t>
            </w:r>
            <w:proofErr w:type="spellEnd"/>
            <w:r w:rsidRPr="00A8070F">
              <w:t xml:space="preserve">, </w:t>
            </w:r>
            <w:r w:rsidRPr="00A8070F">
              <w:rPr>
                <w:lang w:val="en-GB"/>
              </w:rPr>
              <w:t>Teams</w:t>
            </w:r>
            <w:r w:rsidRPr="00A8070F">
              <w:t xml:space="preserve">, </w:t>
            </w:r>
            <w:r w:rsidRPr="00A8070F">
              <w:rPr>
                <w:lang w:val="en-GB"/>
              </w:rPr>
              <w:t>Zoom</w:t>
            </w:r>
            <w:r w:rsidRPr="00A8070F">
              <w:t xml:space="preserve"> κτλ.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D4" w:rsidRPr="004F4432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FD4" w:rsidRPr="004F4432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FD4" w:rsidRPr="004F4432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500FD4" w:rsidRPr="00A8070F" w:rsidTr="00500FD4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FD4" w:rsidRPr="00500FD4" w:rsidRDefault="00500FD4" w:rsidP="00500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13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FD4" w:rsidRPr="00A8070F" w:rsidRDefault="00500FD4" w:rsidP="00B6230E">
            <w:r w:rsidRPr="00A8070F">
              <w:t>Να διαθέτει εγγύηση καλής λειτουργίας &gt;= 3 έτη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D4" w:rsidRPr="00500FD4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500FD4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FD4" w:rsidRPr="00500FD4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FD4" w:rsidRPr="00500FD4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</w:tbl>
    <w:p w:rsidR="00EB2777" w:rsidRDefault="00EB2777" w:rsidP="004F4432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913FD"/>
    <w:rsid w:val="001E6292"/>
    <w:rsid w:val="002129F6"/>
    <w:rsid w:val="00406FB0"/>
    <w:rsid w:val="004F4432"/>
    <w:rsid w:val="004F5BC3"/>
    <w:rsid w:val="00500FD4"/>
    <w:rsid w:val="006C7B6D"/>
    <w:rsid w:val="00775065"/>
    <w:rsid w:val="007F5988"/>
    <w:rsid w:val="00863E00"/>
    <w:rsid w:val="00977E36"/>
    <w:rsid w:val="009E2836"/>
    <w:rsid w:val="00A40B4A"/>
    <w:rsid w:val="00A567E4"/>
    <w:rsid w:val="00C00B64"/>
    <w:rsid w:val="00C1128F"/>
    <w:rsid w:val="00C50913"/>
    <w:rsid w:val="00C86F58"/>
    <w:rsid w:val="00D271C8"/>
    <w:rsid w:val="00EB2777"/>
    <w:rsid w:val="00F41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94ABE3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26B44366</Template>
  <TotalTime>3</TotalTime>
  <Pages>1</Pages>
  <Words>163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5</cp:revision>
  <dcterms:created xsi:type="dcterms:W3CDTF">2025-09-10T08:33:00Z</dcterms:created>
  <dcterms:modified xsi:type="dcterms:W3CDTF">2025-09-11T07:52:00Z</dcterms:modified>
</cp:coreProperties>
</file>